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18699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B52C6A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18699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B62057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71CF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18699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VZ27_2021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Nákup vozidel pro potřeby Českého rozhlasu</w:t>
            </w:r>
            <w:r w:rsidR="00F432B4">
              <w:rPr>
                <w:rFonts w:ascii="Arial" w:hAnsi="Arial" w:cs="Arial"/>
                <w:b/>
                <w:sz w:val="20"/>
                <w:szCs w:val="20"/>
              </w:rPr>
              <w:t xml:space="preserve"> (dynamický nákupní systém)</w:t>
            </w:r>
          </w:p>
        </w:tc>
      </w:tr>
      <w:tr w:rsidR="00071CF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71CF3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8699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71CF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1869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71CF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869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71CF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869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71CF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18699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71CF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1CF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1CF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1CF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1CF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1CF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1CF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18699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18699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18699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C277F" w:rsidRPr="00657AF1" w:rsidRDefault="00186993" w:rsidP="00B62057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</w:t>
      </w:r>
      <w:r w:rsidR="009C6E6B">
        <w:rPr>
          <w:rFonts w:ascii="Arial" w:hAnsi="Arial" w:cs="Arial"/>
          <w:sz w:val="20"/>
          <w:szCs w:val="20"/>
        </w:rPr>
        <w:t>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</w:t>
      </w:r>
      <w:r w:rsidR="00AA3D49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AA3D49" w:rsidRPr="00AA3D49">
        <w:rPr>
          <w:rFonts w:ascii="Arial" w:hAnsi="Arial" w:cs="Arial"/>
          <w:sz w:val="20"/>
          <w:szCs w:val="20"/>
        </w:rPr>
        <w:t>požadavku na</w:t>
      </w:r>
      <w:r w:rsidR="00A004B7" w:rsidRPr="00A606B6">
        <w:rPr>
          <w:rFonts w:ascii="Arial" w:hAnsi="Arial" w:cs="Arial"/>
          <w:b/>
          <w:sz w:val="20"/>
          <w:szCs w:val="20"/>
        </w:rPr>
        <w:t xml:space="preserve"> Seznam významných dodávek</w:t>
      </w:r>
      <w:r w:rsidR="00A606B6">
        <w:rPr>
          <w:rFonts w:ascii="Arial" w:hAnsi="Arial" w:cs="Arial"/>
          <w:sz w:val="20"/>
          <w:szCs w:val="20"/>
        </w:rPr>
        <w:t xml:space="preserve"> </w:t>
      </w:r>
      <w:r w:rsidR="00B63984">
        <w:rPr>
          <w:rFonts w:ascii="Arial" w:hAnsi="Arial" w:cs="Arial"/>
          <w:sz w:val="20"/>
          <w:szCs w:val="20"/>
        </w:rPr>
        <w:t>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606B6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5695" w:rsidRDefault="0018699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1CF3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6993" w:rsidP="00B6205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69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699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69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6993" w:rsidP="00B6205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69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6993" w:rsidP="00B6205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69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8699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8699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8699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1CF3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B6205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B6205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B6205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8699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1CF3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B6205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B6205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B6205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1CF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8699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8699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18699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0C2" w:rsidRDefault="000E60C2">
      <w:r>
        <w:separator/>
      </w:r>
    </w:p>
  </w:endnote>
  <w:endnote w:type="continuationSeparator" w:id="0">
    <w:p w:rsidR="000E60C2" w:rsidRDefault="000E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18699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0C2" w:rsidRDefault="000E60C2">
      <w:r>
        <w:separator/>
      </w:r>
    </w:p>
  </w:footnote>
  <w:footnote w:type="continuationSeparator" w:id="0">
    <w:p w:rsidR="000E60C2" w:rsidRDefault="000E6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18699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1306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5B58C9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6469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62EB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7E3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12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CAC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5EA1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60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4C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21F86D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C79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53269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564E4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6DAF1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B7A8C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A4267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A3AFB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24E8B2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B10A3C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6B464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2182E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E6C87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99C77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35A213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EE3FC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24BE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AA379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7569E2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50AD0B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DD9C465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8D034B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3A664B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88261C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9ECF6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6D4EE0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44CF6B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96C0C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C88B7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73816B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6A872A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174361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620E97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E8EA64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A94E73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34A791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5607F3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A2C9B0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D94CF18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11ED19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24059A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B66EF3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6AAEB2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D96305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868D20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BA819D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A3AC3D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D4A49B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C8004F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6469E6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DDF2295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A1C0D1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DDA496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D58007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2EA26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F1EF6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1E204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67EB88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DFC83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BA04D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2487E0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B2492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12EA4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395E1C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8C74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0449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7444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28C1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A60F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7E91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2AFD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585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5E1CE3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BA5A3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5364DD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AE8714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206B7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F76960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FAADB4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3E6406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FBCD1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EF0675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8A22D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B806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A8EF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8260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388B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FCD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86B8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D4FA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17A206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6F6EFB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E0AA8F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786150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E9AE401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7D8CC32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C436DB9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DC29E9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8C7A85D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BD8D9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3DC1C1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94E21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DEA17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82207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C367E6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CE08E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88E65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38BB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10A84E1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5AEC888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644ECF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A82711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37C5A5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DD0CCC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B68F93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90804D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84C897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412A7D6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2EBEA1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76CE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8A00C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5060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FEA5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6E01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8AE9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72E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594DF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58BA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8C88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BA27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921F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506B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93C2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28C3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8EC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50A21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2A614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A82F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4C0C3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C5C636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AB62C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AA8F6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364D0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3F86B4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CA856D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A34631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E4E1DC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AA484E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458D62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3426EC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2BA838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52A563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6E4CC35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5B860E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314EF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5ECF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7CCF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AFF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185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8AF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0C16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52F5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89C84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5258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1401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84B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1A09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D44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804C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626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347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AA223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DA2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701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363D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0AB4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E65A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824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089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46E6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A748F55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E7CC5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2E3A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CAE0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0826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D0F8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3299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524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E61D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992D2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BAAC7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B44E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EEF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1457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B07A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E6A6D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E8E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2A90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B97A0D2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8CE54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D0F4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40F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BC3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CE5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88F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F8CB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E2F8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2294F51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F40837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6B7CCAC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CC52D93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BBCBC7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638CF2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3F8AEE2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E30552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7E258E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265E360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D727F1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35A69F8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F90224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966B35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FA0ADE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8D66010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E4C30A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F96BFC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6609F2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6D0C57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3548B6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8B6708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B7C344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E190EC3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752EEB6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17865A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9EA469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1D290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1B49D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E28D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80D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FAE9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44E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C8A9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EAF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A44D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1CF3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0C2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86993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D7C80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16CC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C6E6B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06B6"/>
    <w:rsid w:val="00A65024"/>
    <w:rsid w:val="00A6682C"/>
    <w:rsid w:val="00A66BED"/>
    <w:rsid w:val="00A74F5F"/>
    <w:rsid w:val="00A757D2"/>
    <w:rsid w:val="00A9101D"/>
    <w:rsid w:val="00AA2D87"/>
    <w:rsid w:val="00AA339E"/>
    <w:rsid w:val="00AA3D49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2C6A"/>
    <w:rsid w:val="00B55194"/>
    <w:rsid w:val="00B5603A"/>
    <w:rsid w:val="00B610AE"/>
    <w:rsid w:val="00B62057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93EE1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32B4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2021-09-01T09:19:00Z</dcterms:created>
  <dcterms:modified xsi:type="dcterms:W3CDTF">2021-09-01T09:19:00Z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